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Manažer kvality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9F7D28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76B2" w14:textId="4D238775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688C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B87A2EA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D81E5F8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B60116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8903CC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C18440F" w14:textId="56637F5A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8BDD907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1C7F" w14:textId="4506B5D1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bookmarkStart w:id="0" w:name="_GoBack" w:colFirst="0" w:colLast="1"/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FCF3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3BE9D0F1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4017F27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877A73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1572E6B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1F40057" w14:textId="489C8A40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bookmarkEnd w:id="0"/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376A9C72" w:rsidR="00D53800" w:rsidRPr="007A43E2" w:rsidRDefault="007A43E2" w:rsidP="00F0533E">
      <w:r w:rsidRPr="007A43E2">
        <w:rPr>
          <w:rFonts w:ascii="Verdana" w:hAnsi="Verdana"/>
          <w:color w:val="000000"/>
        </w:rPr>
        <w:t xml:space="preserve"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</w:t>
      </w:r>
      <w:proofErr w:type="spellStart"/>
      <w:proofErr w:type="gramStart"/>
      <w:r w:rsidRPr="007A43E2">
        <w:rPr>
          <w:rFonts w:ascii="Verdana" w:hAnsi="Verdana"/>
          <w:color w:val="000000"/>
        </w:rPr>
        <w:t>sp.zn</w:t>
      </w:r>
      <w:proofErr w:type="spellEnd"/>
      <w:r w:rsidRPr="007A43E2">
        <w:rPr>
          <w:rFonts w:ascii="Verdana" w:hAnsi="Verdana"/>
          <w:color w:val="000000"/>
        </w:rPr>
        <w:t>.</w:t>
      </w:r>
      <w:proofErr w:type="gramEnd"/>
      <w:r w:rsidRPr="007A43E2">
        <w:rPr>
          <w:rFonts w:ascii="Verdana" w:hAnsi="Verdana"/>
          <w:color w:val="000000"/>
        </w:rPr>
        <w:t xml:space="preserve"> 74843/2020-SŽ-GŘ-O8</w:t>
      </w:r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E1984" w14:textId="77777777" w:rsidR="004E6046" w:rsidRDefault="004E6046" w:rsidP="00962258">
      <w:pPr>
        <w:spacing w:after="0" w:line="240" w:lineRule="auto"/>
      </w:pPr>
      <w:r>
        <w:separator/>
      </w:r>
    </w:p>
  </w:endnote>
  <w:endnote w:type="continuationSeparator" w:id="0">
    <w:p w14:paraId="7F8566CC" w14:textId="77777777" w:rsidR="004E6046" w:rsidRDefault="004E60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708112C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3DC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3DC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6DDA276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3DC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3DC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013E4" w14:textId="77777777" w:rsidR="004E6046" w:rsidRDefault="004E6046" w:rsidP="00962258">
      <w:pPr>
        <w:spacing w:after="0" w:line="240" w:lineRule="auto"/>
      </w:pPr>
      <w:r>
        <w:separator/>
      </w:r>
    </w:p>
  </w:footnote>
  <w:footnote w:type="continuationSeparator" w:id="0">
    <w:p w14:paraId="54A0AF75" w14:textId="77777777" w:rsidR="004E6046" w:rsidRDefault="004E60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783176-6075-4D6A-9CE2-A7E9746B1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2</Pages>
  <Words>155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11</cp:revision>
  <cp:lastPrinted>2017-11-28T17:18:00Z</cp:lastPrinted>
  <dcterms:created xsi:type="dcterms:W3CDTF">2020-02-20T14:02:00Z</dcterms:created>
  <dcterms:modified xsi:type="dcterms:W3CDTF">2021-08-26T08:40:00Z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